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C1E6" w14:textId="40296CA9" w:rsidR="00CC4524" w:rsidRPr="003E4C10" w:rsidRDefault="00CC4524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3E4C10">
        <w:rPr>
          <w:rFonts w:ascii="Times New Roman" w:hAnsi="Times New Roman" w:cs="Times New Roman"/>
          <w:b/>
          <w:bCs/>
          <w:sz w:val="24"/>
          <w:szCs w:val="24"/>
        </w:rPr>
        <w:t>TAOTLUSVORM - KULUDE HÜVITAMINE</w:t>
      </w:r>
    </w:p>
    <w:p w14:paraId="127C827E" w14:textId="1AE36F25" w:rsidR="00553DF6" w:rsidRPr="003E4C10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E24ED94247064063AF90DA8C9B55B1AD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14:paraId="4DA6E6BD" w14:textId="110CF81C" w:rsidR="00553DF6" w:rsidRPr="003E4C10" w:rsidRDefault="006D7CB9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 w:rsidRPr="003E4C10">
            <w:rPr>
              <w:rFonts w:ascii="Times New Roman" w:hAnsi="Times New Roman" w:cs="Times New Roman"/>
              <w:sz w:val="24"/>
              <w:szCs w:val="24"/>
            </w:rPr>
            <w:t>Rait Killandi</w:t>
          </w:r>
          <w:r w:rsidR="003E4C10">
            <w:rPr>
              <w:rFonts w:ascii="Times New Roman" w:hAnsi="Times New Roman" w:cs="Times New Roman"/>
              <w:sz w:val="24"/>
              <w:szCs w:val="24"/>
            </w:rPr>
            <w:t>, juhatuse liige</w:t>
          </w:r>
        </w:p>
      </w:sdtContent>
    </w:sdt>
    <w:p w14:paraId="16EEC362" w14:textId="123A12EB" w:rsidR="00553DF6" w:rsidRPr="003E4C10" w:rsidRDefault="00553DF6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 w:rsidRPr="003E4C10">
        <w:rPr>
          <w:rFonts w:ascii="Times New Roman" w:hAnsi="Times New Roman" w:cs="Times New Roman"/>
          <w:sz w:val="24"/>
          <w:szCs w:val="24"/>
        </w:rPr>
        <w:t xml:space="preserve">MTÜ </w:t>
      </w:r>
      <w:r w:rsidR="006D7CB9" w:rsidRPr="003E4C10">
        <w:rPr>
          <w:rFonts w:ascii="Times New Roman" w:hAnsi="Times New Roman" w:cs="Times New Roman"/>
          <w:sz w:val="24"/>
          <w:szCs w:val="24"/>
        </w:rPr>
        <w:t>Kaberneeme Klubi</w:t>
      </w:r>
    </w:p>
    <w:p w14:paraId="60CA32CF" w14:textId="61A4ABAA" w:rsidR="00553DF6" w:rsidRPr="003E4C10" w:rsidRDefault="006D7CB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 w:rsidRPr="003E4C10">
        <w:rPr>
          <w:rFonts w:ascii="Times New Roman" w:hAnsi="Times New Roman" w:cs="Times New Roman"/>
          <w:sz w:val="24"/>
          <w:szCs w:val="24"/>
        </w:rPr>
        <w:t>Kaberneeme põik 2</w:t>
      </w:r>
    </w:p>
    <w:p w14:paraId="480C0F7B" w14:textId="4BF1A4A9" w:rsidR="00553DF6" w:rsidRPr="003E4C10" w:rsidRDefault="006D7CB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 w:rsidRPr="003E4C10">
        <w:rPr>
          <w:rFonts w:ascii="Times New Roman" w:hAnsi="Times New Roman" w:cs="Times New Roman"/>
          <w:sz w:val="24"/>
          <w:szCs w:val="24"/>
        </w:rPr>
        <w:t>Harjumaa, Kaberneeme küla,</w:t>
      </w:r>
      <w:r w:rsidRPr="003E4C10">
        <w:t xml:space="preserve"> </w:t>
      </w:r>
      <w:r w:rsidRPr="003E4C10">
        <w:rPr>
          <w:rFonts w:ascii="Times New Roman" w:hAnsi="Times New Roman" w:cs="Times New Roman"/>
          <w:sz w:val="24"/>
          <w:szCs w:val="24"/>
        </w:rPr>
        <w:t xml:space="preserve">74211 </w:t>
      </w:r>
    </w:p>
    <w:p w14:paraId="47B97471" w14:textId="6F51CA44" w:rsidR="00553DF6" w:rsidRPr="003E4C10" w:rsidRDefault="00000000" w:rsidP="00CC4524">
      <w:pPr>
        <w:pStyle w:val="Kuupev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6D7CB9" w:rsidRPr="003E4C10">
            <w:rPr>
              <w:rFonts w:ascii="Times New Roman" w:hAnsi="Times New Roman" w:cs="Times New Roman"/>
              <w:sz w:val="24"/>
              <w:szCs w:val="24"/>
            </w:rPr>
            <w:t>kaberneemevpk@gmail.com, 5073881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3948"/>
      </w:tblGrid>
      <w:tr w:rsidR="00642DCE" w:rsidRPr="003E4C10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30DDF04" w14:textId="77777777" w:rsidR="00CC4524" w:rsidRPr="003E4C10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</w:rPr>
              <w:t>Palun kirjeldage, milliseid kulutusi soovite hüvitada ja nende eesmärke (nt remont, hooldus, koolitus kulud, varustuse soetamine jne).</w:t>
            </w:r>
          </w:p>
          <w:p w14:paraId="77C28179" w14:textId="419F5FD7" w:rsidR="00D353B3" w:rsidRPr="003E4C10" w:rsidRDefault="00D353B3" w:rsidP="00121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DCE" w:rsidRPr="003E4C10" w14:paraId="5A6AC1E6" w14:textId="77777777" w:rsidTr="006D7CB9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tbl>
            <w:tblPr>
              <w:tblW w:w="145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75"/>
              <w:gridCol w:w="4961"/>
              <w:gridCol w:w="993"/>
              <w:gridCol w:w="1417"/>
              <w:gridCol w:w="5954"/>
            </w:tblGrid>
            <w:tr w:rsidR="00C61126" w:rsidRPr="003E4C10" w14:paraId="1F2DBF77" w14:textId="77777777" w:rsidTr="00D353B3">
              <w:trPr>
                <w:trHeight w:val="624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DF69E14" w14:textId="77777777" w:rsidR="00C61126" w:rsidRPr="003E4C10" w:rsidRDefault="00C61126" w:rsidP="00C61126">
                  <w:pPr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</w:pPr>
                  <w:r w:rsidRPr="003E4C1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  <w:t>Kulutuse tüüp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91B21CF" w14:textId="77777777" w:rsidR="00C61126" w:rsidRPr="003E4C10" w:rsidRDefault="00C61126" w:rsidP="00C61126">
                  <w:pPr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</w:pPr>
                  <w:r w:rsidRPr="003E4C1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  <w:t>Kirjeldus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4F2E219" w14:textId="77777777" w:rsidR="003E4C10" w:rsidRDefault="00C61126" w:rsidP="00C6112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</w:pPr>
                  <w:r w:rsidRPr="003E4C1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  <w:t>Summa</w:t>
                  </w:r>
                </w:p>
                <w:p w14:paraId="30ECD30C" w14:textId="0A9F8661" w:rsidR="00C61126" w:rsidRPr="003E4C10" w:rsidRDefault="00C61126" w:rsidP="00C61126">
                  <w:pPr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</w:pPr>
                  <w:r w:rsidRPr="003E4C1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  <w:t xml:space="preserve"> (EUR)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694CD4" w14:textId="77777777" w:rsidR="00C61126" w:rsidRPr="003E4C10" w:rsidRDefault="00C61126" w:rsidP="00C61126">
                  <w:pPr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</w:pPr>
                  <w:r w:rsidRPr="003E4C1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  <w:t>Kulu kuupäev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AB50FD8" w14:textId="77777777" w:rsidR="00C61126" w:rsidRPr="003E4C10" w:rsidRDefault="00C61126" w:rsidP="00C61126">
                  <w:pPr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</w:pPr>
                  <w:r w:rsidRPr="003E4C1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t-EE"/>
                      <w14:ligatures w14:val="none"/>
                    </w:rPr>
                    <w:t xml:space="preserve">Seos ennetustöö/merepäästetööga </w:t>
                  </w:r>
                </w:p>
              </w:tc>
            </w:tr>
            <w:tr w:rsidR="00C61126" w:rsidRPr="003E4C10" w14:paraId="1B51DC83" w14:textId="77777777" w:rsidTr="00D353B3">
              <w:trPr>
                <w:trHeight w:val="522"/>
              </w:trPr>
              <w:tc>
                <w:tcPr>
                  <w:tcW w:w="11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170495" w14:textId="48ED62B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varustuse </w:t>
                  </w:r>
                  <w:r w:rsidR="00D353B3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s</w:t>
                  </w: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oetamine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17A57D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Arve 3240020, KÄIVITUSKOHVER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492AF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373,44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C4174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02.01.2024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1A532A" w14:textId="77777777" w:rsidR="006D7CB9" w:rsidRPr="003E4C10" w:rsidRDefault="006D7CB9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Päästetööde paadi XO DFNDR VKE-141 päästevarustus</w:t>
                  </w:r>
                </w:p>
                <w:p w14:paraId="5697DEF9" w14:textId="60DF58A4" w:rsidR="00C61126" w:rsidRPr="003E4C10" w:rsidRDefault="006D7CB9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Portatiivne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akubooster</w:t>
                  </w:r>
                  <w:proofErr w:type="spellEnd"/>
                  <w:r w:rsidR="00C61126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 </w:t>
                  </w: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NOCO GBX155 12V-4250A</w:t>
                  </w:r>
                </w:p>
              </w:tc>
            </w:tr>
            <w:tr w:rsidR="00C61126" w:rsidRPr="003E4C10" w14:paraId="75C078D7" w14:textId="77777777" w:rsidTr="00D353B3">
              <w:trPr>
                <w:trHeight w:val="712"/>
              </w:trPr>
              <w:tc>
                <w:tcPr>
                  <w:tcW w:w="11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55034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remont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2A0B9" w14:textId="622A6A25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ARVE-SAATELEHT nr. 2400350, Päästetööde paadi autopiloo</w:t>
                  </w:r>
                  <w:r w:rsidR="006D7CB9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di hankimine ja paigaldamine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CBE23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3484,05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711E4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31.01.2024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51159" w14:textId="6D5A18A7" w:rsidR="006D7CB9" w:rsidRPr="003E4C10" w:rsidRDefault="006D7CB9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Päästetööde paadi XO DFNDR VKE-141 parendustööd</w:t>
                  </w:r>
                </w:p>
                <w:p w14:paraId="2FA523C5" w14:textId="07DCAB16" w:rsidR="00D353B3" w:rsidRPr="003E4C10" w:rsidRDefault="006D7CB9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NAC-1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Precision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Hydraulic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Pilot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Pack</w:t>
                  </w:r>
                  <w:proofErr w:type="spellEnd"/>
                  <w:r w:rsidR="00D353B3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+ tarvikud</w:t>
                  </w:r>
                  <w:r w:rsidR="00121F1C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,</w:t>
                  </w: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hankimine</w:t>
                  </w:r>
                </w:p>
                <w:p w14:paraId="35D6351D" w14:textId="69850887" w:rsidR="00C61126" w:rsidRPr="003E4C10" w:rsidRDefault="006D7CB9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ja </w:t>
                  </w:r>
                  <w:r w:rsidR="00D353B3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paigaldus</w:t>
                  </w:r>
                </w:p>
              </w:tc>
            </w:tr>
            <w:tr w:rsidR="00C61126" w:rsidRPr="003E4C10" w14:paraId="1D143F78" w14:textId="77777777" w:rsidTr="00D353B3">
              <w:trPr>
                <w:trHeight w:val="288"/>
              </w:trPr>
              <w:tc>
                <w:tcPr>
                  <w:tcW w:w="11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8D21A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hooldus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13558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Arve nr.: 240118, Päästetööde paadi XO DFNDR9 mootori talvehooldus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83B3A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555,15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4D3C6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09.02.2024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D1325" w14:textId="5FF35540" w:rsidR="00C61126" w:rsidRPr="003E4C10" w:rsidRDefault="00D353B3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Päästetööde paadi XO DFNDR VKE-141 korralised hooldustööd</w:t>
                  </w:r>
                </w:p>
              </w:tc>
            </w:tr>
            <w:tr w:rsidR="00C61126" w:rsidRPr="003E4C10" w14:paraId="4B54A0DD" w14:textId="77777777" w:rsidTr="00D353B3">
              <w:trPr>
                <w:trHeight w:val="522"/>
              </w:trPr>
              <w:tc>
                <w:tcPr>
                  <w:tcW w:w="11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3ADF2" w14:textId="5F59CA03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varustuse soetamine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C4DE1A" w14:textId="391F4E5C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Ettemaksuarve MT10016896, Päästetööde paadi </w:t>
                  </w:r>
                  <w:r w:rsidR="006D7CB9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meeskonna </w:t>
                  </w: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müra summutavad kõrvaklapid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96655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1438,73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7B162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22.02.2024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919790" w14:textId="151A51B8" w:rsidR="006D7CB9" w:rsidRPr="003E4C10" w:rsidRDefault="006D7CB9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Päästetööde paadi XO DFNDR VKE-141 päästevarustus</w:t>
                  </w:r>
                </w:p>
                <w:p w14:paraId="4603690B" w14:textId="77777777" w:rsidR="00121F1C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VSRU meeskonna isikukaitse- ja sidevahendid</w:t>
                  </w:r>
                  <w:r w:rsidR="00D353B3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, </w:t>
                  </w:r>
                </w:p>
                <w:p w14:paraId="75CCC2A8" w14:textId="24866026" w:rsidR="00C61126" w:rsidRPr="003E4C10" w:rsidRDefault="00D353B3" w:rsidP="00121F1C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3 komplekti</w:t>
                  </w:r>
                  <w:r w:rsidR="00121F1C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3M </w:t>
                  </w:r>
                  <w:r w:rsid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summutavad kõrva</w:t>
                  </w:r>
                  <w:r w:rsidR="00121F1C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klapid</w:t>
                  </w:r>
                </w:p>
              </w:tc>
            </w:tr>
            <w:tr w:rsidR="00C61126" w:rsidRPr="003E4C10" w14:paraId="340CD5CA" w14:textId="77777777" w:rsidTr="00D353B3">
              <w:trPr>
                <w:trHeight w:val="522"/>
              </w:trPr>
              <w:tc>
                <w:tcPr>
                  <w:tcW w:w="11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C259D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remont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BBE05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ARVE-SAATELEHT nr. 2402087 ja Kreeditarve nr. 2402123,  Päästetööde paadi WC tarvikud ja paigaldus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259251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1245,04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B18BA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24.04.2024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2A975B" w14:textId="2DBDAEAD" w:rsidR="00D353B3" w:rsidRPr="003E4C10" w:rsidRDefault="00D353B3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Päästetööde paadi XO DFNDR VKE-141 parendustööd</w:t>
                  </w:r>
                </w:p>
                <w:p w14:paraId="2FA04F3E" w14:textId="785CB3E8" w:rsidR="00C61126" w:rsidRPr="003E4C10" w:rsidRDefault="00D353B3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VSRU</w:t>
                  </w:r>
                  <w:r w:rsidR="00C61126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naisliikmete </w:t>
                  </w: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ettepanekul</w:t>
                  </w:r>
                  <w:r w:rsidR="00C61126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paigaldatud</w:t>
                  </w: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WC</w:t>
                  </w:r>
                  <w:r w:rsidR="00121F1C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pikemaajalisteks päästetöödeks valmisolekuks</w:t>
                  </w:r>
                </w:p>
              </w:tc>
            </w:tr>
            <w:tr w:rsidR="00C61126" w:rsidRPr="003E4C10" w14:paraId="16B29CD4" w14:textId="77777777" w:rsidTr="00D353B3">
              <w:trPr>
                <w:trHeight w:val="522"/>
              </w:trPr>
              <w:tc>
                <w:tcPr>
                  <w:tcW w:w="11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727F2C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kindlustus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59E31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Debit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Note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No: YT 346223 / 2024, XO DFNDR9, VKE-141,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insurance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2024-2025, </w:t>
                  </w:r>
                  <w:proofErr w:type="spellStart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Policy</w:t>
                  </w:r>
                  <w:proofErr w:type="spellEnd"/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 xml:space="preserve"> Number 17321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128428" w14:textId="04253FC2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1500</w:t>
                  </w:r>
                  <w:r w:rsidR="00121F1C"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4E1E1" w14:textId="77777777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08.11.2024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C3292" w14:textId="60E2EA7A" w:rsidR="00D353B3" w:rsidRPr="003E4C10" w:rsidRDefault="00D353B3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  <w:r w:rsidRPr="003E4C10"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  <w:t>Päästetööde paadi XO DFNDR VKE-141 kindlustus</w:t>
                  </w:r>
                </w:p>
                <w:p w14:paraId="093A2538" w14:textId="2A2CC8DB" w:rsidR="00C61126" w:rsidRPr="003E4C10" w:rsidRDefault="00C61126" w:rsidP="00D353B3">
                  <w:pPr>
                    <w:rPr>
                      <w:rFonts w:ascii="Aptos Display" w:eastAsia="Times New Roman" w:hAnsi="Aptos Display" w:cs="Times New Roman"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</w:p>
              </w:tc>
            </w:tr>
          </w:tbl>
          <w:p w14:paraId="7450CA38" w14:textId="77777777" w:rsidR="00CC4524" w:rsidRPr="003E4C10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CB9" w:rsidRPr="003E4C10" w14:paraId="222EB649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956CE21" w14:textId="77777777" w:rsidR="006D7CB9" w:rsidRPr="003E4C10" w:rsidRDefault="006D7CB9" w:rsidP="00C6112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</w:tbl>
    <w:p w14:paraId="5626CC57" w14:textId="77777777" w:rsidR="00D353B3" w:rsidRPr="003E4C10" w:rsidRDefault="00D353B3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3E4C10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3E4C10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3E4C10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3E4C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3E4C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3E4C10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75C3BE69" w:rsidR="00642DCE" w:rsidRPr="003E4C10" w:rsidRDefault="00C61126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3E4C10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3E4C10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FB09B0D" w14:textId="77777777" w:rsidR="00642DCE" w:rsidRPr="003E4C10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3E4C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3E4C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  <w:p w14:paraId="5CAF205E" w14:textId="77777777" w:rsidR="00121F1C" w:rsidRPr="003E4C10" w:rsidRDefault="00121F1C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7ED1DE6" w14:textId="07ACB65C" w:rsidR="00121F1C" w:rsidRPr="003E4C10" w:rsidRDefault="00121F1C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LISATUD</w:t>
            </w:r>
          </w:p>
        </w:tc>
      </w:tr>
    </w:tbl>
    <w:p w14:paraId="30B4E9F8" w14:textId="77777777" w:rsidR="00553DF6" w:rsidRPr="003E4C10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3E4C10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3E4C10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3E4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3E4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3E4C10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Pr="003E4C10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3E4C10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3E4C10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3E4C10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:rsidRPr="003E4C10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3E4C10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3E4C10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E4C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3E4C10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 w:rsidRPr="003E4C10">
        <w:tab/>
      </w:r>
    </w:p>
    <w:sectPr w:rsidR="00553DF6" w:rsidRPr="003E4C10" w:rsidSect="00C61126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60F07" w14:textId="77777777" w:rsidR="00BD371D" w:rsidRDefault="00BD371D" w:rsidP="00553DF6">
      <w:r>
        <w:separator/>
      </w:r>
    </w:p>
  </w:endnote>
  <w:endnote w:type="continuationSeparator" w:id="0">
    <w:p w14:paraId="58096B7B" w14:textId="77777777" w:rsidR="00BD371D" w:rsidRDefault="00BD371D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68540" w14:textId="77777777" w:rsidR="00BD371D" w:rsidRDefault="00BD371D" w:rsidP="00553DF6">
      <w:r>
        <w:separator/>
      </w:r>
    </w:p>
  </w:footnote>
  <w:footnote w:type="continuationSeparator" w:id="0">
    <w:p w14:paraId="4A34F1D0" w14:textId="77777777" w:rsidR="00BD371D" w:rsidRDefault="00BD371D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4E90" w14:textId="1FE36F17" w:rsidR="00F502BD" w:rsidRPr="00F502BD" w:rsidRDefault="00F502BD" w:rsidP="00F502BD">
    <w:pPr>
      <w:pStyle w:val="Pis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6005E"/>
    <w:rsid w:val="000F6013"/>
    <w:rsid w:val="00121F1C"/>
    <w:rsid w:val="001400B7"/>
    <w:rsid w:val="00252A23"/>
    <w:rsid w:val="00313F8C"/>
    <w:rsid w:val="00334A00"/>
    <w:rsid w:val="003B4EA7"/>
    <w:rsid w:val="003E4C10"/>
    <w:rsid w:val="003F55B9"/>
    <w:rsid w:val="003F798C"/>
    <w:rsid w:val="004C30DC"/>
    <w:rsid w:val="00553DF6"/>
    <w:rsid w:val="005555A4"/>
    <w:rsid w:val="0056754F"/>
    <w:rsid w:val="00642DCE"/>
    <w:rsid w:val="006D7CB9"/>
    <w:rsid w:val="00887B31"/>
    <w:rsid w:val="008C46C4"/>
    <w:rsid w:val="00994A78"/>
    <w:rsid w:val="00A628E3"/>
    <w:rsid w:val="00AD0E41"/>
    <w:rsid w:val="00B84E10"/>
    <w:rsid w:val="00BD371D"/>
    <w:rsid w:val="00C61126"/>
    <w:rsid w:val="00CC4524"/>
    <w:rsid w:val="00D353B3"/>
    <w:rsid w:val="00D4718D"/>
    <w:rsid w:val="00D83A8D"/>
    <w:rsid w:val="00DB268A"/>
    <w:rsid w:val="00E7336D"/>
    <w:rsid w:val="00EE18E6"/>
    <w:rsid w:val="00F15692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  <w:style w:type="table" w:styleId="Kontuurtabel">
    <w:name w:val="Table Grid"/>
    <w:basedOn w:val="Normaaltabe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0D41F4"/>
    <w:rsid w:val="001400B7"/>
    <w:rsid w:val="003B4EA7"/>
    <w:rsid w:val="005555A4"/>
    <w:rsid w:val="00595125"/>
    <w:rsid w:val="008F1B74"/>
    <w:rsid w:val="00BF1834"/>
    <w:rsid w:val="00F1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taotlusvorm.dotx</Template>
  <TotalTime>0</TotalTime>
  <Pages>2</Pages>
  <Words>329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kaberneemevpk@gmail.com, 5073881</dc:description>
  <cp:lastModifiedBy>Rait Killandi</cp:lastModifiedBy>
  <cp:revision>4</cp:revision>
  <dcterms:created xsi:type="dcterms:W3CDTF">2024-11-08T18:31:00Z</dcterms:created>
  <dcterms:modified xsi:type="dcterms:W3CDTF">2024-11-12T13:59:00Z</dcterms:modified>
  <cp:contentStatus>Rait Killandi, juhatuse liige</cp:contentStatus>
</cp:coreProperties>
</file>